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eastAsia="lt-LT"/>
        </w:rPr>
        <w:drawing>
          <wp:inline distT="0" distB="0" distL="0" distR="0" wp14:anchorId="66DC37AF" wp14:editId="19F1FBE2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241EA9" w:rsidRDefault="00A21A80" w:rsidP="00A21A80">
      <w:pPr>
        <w:jc w:val="center"/>
        <w:rPr>
          <w:b/>
          <w:bCs/>
          <w:caps/>
        </w:rPr>
      </w:pPr>
      <w:r w:rsidRPr="00241EA9">
        <w:rPr>
          <w:b/>
          <w:bCs/>
          <w:caps/>
        </w:rPr>
        <w:t>KLAIPĖDOS RAJONO SAVIVALDYBĖS ADMINISTRACIJ</w:t>
      </w:r>
      <w:r w:rsidR="00241EA9" w:rsidRPr="00241EA9">
        <w:rPr>
          <w:b/>
          <w:bCs/>
          <w:caps/>
        </w:rPr>
        <w:t xml:space="preserve">OS </w:t>
      </w:r>
    </w:p>
    <w:p w:rsidR="00A21A80" w:rsidRPr="00241EA9" w:rsidRDefault="00241EA9" w:rsidP="00A21A80">
      <w:pPr>
        <w:jc w:val="center"/>
        <w:rPr>
          <w:b/>
          <w:bCs/>
          <w:caps/>
        </w:rPr>
      </w:pPr>
      <w:r w:rsidRPr="00241EA9">
        <w:rPr>
          <w:b/>
          <w:bCs/>
          <w:caps/>
        </w:rPr>
        <w:t>DIREKTORIUS</w:t>
      </w:r>
    </w:p>
    <w:p w:rsidR="00A21A80" w:rsidRPr="00241EA9" w:rsidRDefault="00A21A80" w:rsidP="00A21A80">
      <w:pPr>
        <w:jc w:val="center"/>
        <w:rPr>
          <w:b/>
          <w:bCs/>
          <w:caps/>
        </w:rPr>
      </w:pPr>
    </w:p>
    <w:tbl>
      <w:tblPr>
        <w:tblW w:w="10763" w:type="dxa"/>
        <w:tblLook w:val="04A0" w:firstRow="1" w:lastRow="0" w:firstColumn="1" w:lastColumn="0" w:noHBand="0" w:noVBand="1"/>
      </w:tblPr>
      <w:tblGrid>
        <w:gridCol w:w="5915"/>
        <w:gridCol w:w="39"/>
        <w:gridCol w:w="4809"/>
      </w:tblGrid>
      <w:tr w:rsidR="00CA047E" w:rsidRPr="006073A2" w:rsidTr="00E765D7">
        <w:tc>
          <w:tcPr>
            <w:tcW w:w="5954" w:type="dxa"/>
            <w:gridSpan w:val="2"/>
            <w:shd w:val="clear" w:color="auto" w:fill="auto"/>
          </w:tcPr>
          <w:p w:rsidR="00CA047E" w:rsidRDefault="00CA047E" w:rsidP="00341011"/>
          <w:p w:rsidR="00DA0724" w:rsidRPr="006073A2" w:rsidRDefault="00DA0724" w:rsidP="00341011"/>
        </w:tc>
        <w:tc>
          <w:tcPr>
            <w:tcW w:w="4809" w:type="dxa"/>
            <w:shd w:val="clear" w:color="auto" w:fill="auto"/>
          </w:tcPr>
          <w:p w:rsidR="00CA047E" w:rsidRPr="006073A2" w:rsidRDefault="00CA047E" w:rsidP="009F7613">
            <w:pPr>
              <w:jc w:val="both"/>
            </w:pPr>
          </w:p>
        </w:tc>
      </w:tr>
      <w:tr w:rsidR="00D3730F" w:rsidTr="00D3730F">
        <w:trPr>
          <w:trHeight w:val="472"/>
        </w:trPr>
        <w:tc>
          <w:tcPr>
            <w:tcW w:w="5915" w:type="dxa"/>
          </w:tcPr>
          <w:p w:rsidR="00D3730F" w:rsidRDefault="00D3730F">
            <w:r>
              <w:t xml:space="preserve">UAB „Inkomsta &amp; Co“ </w:t>
            </w:r>
          </w:p>
          <w:p w:rsidR="00D3730F" w:rsidRDefault="00D3730F">
            <w:r>
              <w:t>El.</w:t>
            </w:r>
            <w:r w:rsidR="00DA0724">
              <w:t xml:space="preserve"> </w:t>
            </w:r>
            <w:r>
              <w:t>p</w:t>
            </w:r>
            <w:r w:rsidR="00DA0724">
              <w:t xml:space="preserve">aštas </w:t>
            </w:r>
            <w:r>
              <w:t xml:space="preserve"> company@inkomsta.lt</w:t>
            </w:r>
          </w:p>
          <w:p w:rsidR="00D3730F" w:rsidRDefault="00D3730F"/>
          <w:p w:rsidR="00D3730F" w:rsidRDefault="00D3730F"/>
        </w:tc>
        <w:tc>
          <w:tcPr>
            <w:tcW w:w="4848" w:type="dxa"/>
            <w:gridSpan w:val="2"/>
          </w:tcPr>
          <w:p w:rsidR="00D3730F" w:rsidRDefault="00D3730F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:rsidR="00D3730F" w:rsidRDefault="00D3730F" w:rsidP="00D3730F">
      <w:pPr>
        <w:ind w:firstLine="720"/>
        <w:jc w:val="center"/>
        <w:rPr>
          <w:b/>
          <w:caps/>
        </w:rPr>
      </w:pPr>
      <w:r>
        <w:rPr>
          <w:b/>
        </w:rPr>
        <w:t xml:space="preserve">PAŽYMA – ATSILIEPIMAS </w:t>
      </w:r>
    </w:p>
    <w:p w:rsidR="00D3730F" w:rsidRDefault="00D3730F" w:rsidP="00D3730F">
      <w:pPr>
        <w:ind w:firstLine="720"/>
        <w:jc w:val="center"/>
        <w:rPr>
          <w:b/>
          <w:lang w:eastAsia="lt-LT"/>
        </w:rPr>
      </w:pPr>
    </w:p>
    <w:p w:rsidR="00D3730F" w:rsidRDefault="00D3730F" w:rsidP="00D3730F">
      <w:pPr>
        <w:ind w:firstLine="720"/>
        <w:jc w:val="both"/>
      </w:pPr>
    </w:p>
    <w:p w:rsidR="001455A5" w:rsidRDefault="00D3730F" w:rsidP="00DA0724">
      <w:pPr>
        <w:ind w:firstLine="1134"/>
        <w:jc w:val="both"/>
      </w:pPr>
      <w:r>
        <w:t>UAB „Inkomsta &amp; Co“ (įmonės kodas 302545454) pagal 2022 m. balandžio 11 d. darbų pirkimo sutartį Nr. AS-601 (pirkimo Nr. 586764) „</w:t>
      </w:r>
      <w:r>
        <w:rPr>
          <w:color w:val="000000"/>
          <w:shd w:val="clear" w:color="auto" w:fill="FFFFFF"/>
        </w:rPr>
        <w:t>Klaipėdos rajono savivaldybės vietinės reikšmės kelių (gatvių) dangos ir jų elementų rekonstravimo, kapitalinio, paprastojo remonto darbai</w:t>
      </w:r>
      <w:r>
        <w:rPr>
          <w:b/>
        </w:rPr>
        <w:t>“</w:t>
      </w:r>
      <w:r>
        <w:rPr>
          <w:bCs/>
        </w:rPr>
        <w:t xml:space="preserve"> vykdė darbus. Darbai pagal sutartį yra pilnai užbaigti. Pagal sutartį atlikta darbų už 863976,97 Eur su PVM.</w:t>
      </w:r>
      <w:r w:rsidR="00DA0724">
        <w:rPr>
          <w:bCs/>
        </w:rPr>
        <w:t xml:space="preserve"> </w:t>
      </w:r>
      <w:r>
        <w:rPr>
          <w:bCs/>
        </w:rPr>
        <w:t>Darbų pradžia: 2022 m. balandžio mėn., darbų pabaiga: 2022 m. gruodžio 7 d.</w:t>
      </w:r>
    </w:p>
    <w:p w:rsidR="00D3730F" w:rsidRDefault="00D3730F" w:rsidP="00DA0724">
      <w:pPr>
        <w:jc w:val="both"/>
      </w:pPr>
      <w:r>
        <w:tab/>
        <w:t>Techninės priežiūros vykdytojas parašu patvirtino, kad darbai atlikti kokybiškai pagal galiojančių teisės aktų, reglamentuojančių darbų atlikimą, reikalavimus ir tinkamai užbaigti.</w:t>
      </w:r>
    </w:p>
    <w:p w:rsidR="00D3730F" w:rsidRDefault="00D3730F" w:rsidP="00224296"/>
    <w:p w:rsidR="00D3730F" w:rsidRDefault="00D3730F" w:rsidP="00224296"/>
    <w:p w:rsidR="00FD2B51" w:rsidRDefault="007931A1" w:rsidP="00224296">
      <w:r w:rsidRPr="006073A2">
        <w:t>Direktori</w:t>
      </w:r>
      <w:r w:rsidR="000A176C">
        <w:t>us</w:t>
      </w:r>
      <w:r w:rsidRPr="006073A2">
        <w:t xml:space="preserve">             </w:t>
      </w:r>
      <w:r w:rsidR="00224296">
        <w:tab/>
      </w:r>
      <w:r w:rsidRPr="006073A2">
        <w:t xml:space="preserve">                                                                        </w:t>
      </w:r>
      <w:r w:rsidR="00241EA9">
        <w:t xml:space="preserve">             </w:t>
      </w:r>
      <w:r w:rsidRPr="006073A2">
        <w:t xml:space="preserve">  </w:t>
      </w:r>
      <w:r w:rsidR="002D230C">
        <w:t>Sigitas Karbauskas</w:t>
      </w:r>
    </w:p>
    <w:p w:rsidR="00957F2E" w:rsidRPr="00E43791" w:rsidRDefault="00957F2E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0A176C" w:rsidRDefault="000A176C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D3730F" w:rsidRDefault="00D3730F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AA1D11" w:rsidRPr="0024283E" w:rsidRDefault="00AA1D11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  <w:r>
        <w:rPr>
          <w:lang w:val="en-US"/>
        </w:rPr>
        <w:t>Jonas Jackus tel. 867220391, el. paštas jonas.jackus@klaipedos-r.lt</w:t>
      </w:r>
    </w:p>
    <w:sectPr w:rsidR="00AA1D11" w:rsidRPr="0024283E" w:rsidSect="003063A4">
      <w:footerReference w:type="first" r:id="rId9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7E28" w:rsidRDefault="00767E28" w:rsidP="00F3669A">
      <w:r>
        <w:separator/>
      </w:r>
    </w:p>
  </w:endnote>
  <w:endnote w:type="continuationSeparator" w:id="0">
    <w:p w:rsidR="00767E28" w:rsidRDefault="00767E28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3A4" w:rsidRPr="00733C69" w:rsidRDefault="003063A4" w:rsidP="00241EA9">
    <w:pPr>
      <w:pStyle w:val="Porat"/>
      <w:tabs>
        <w:tab w:val="clear" w:pos="4680"/>
        <w:tab w:val="clear" w:pos="9360"/>
        <w:tab w:val="left" w:pos="273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7E28" w:rsidRDefault="00767E28" w:rsidP="00F3669A">
      <w:r>
        <w:separator/>
      </w:r>
    </w:p>
  </w:footnote>
  <w:footnote w:type="continuationSeparator" w:id="0">
    <w:p w:rsidR="00767E28" w:rsidRDefault="00767E28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A7359E9"/>
    <w:multiLevelType w:val="multilevel"/>
    <w:tmpl w:val="175A3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471054">
    <w:abstractNumId w:val="0"/>
  </w:num>
  <w:num w:numId="2" w16cid:durableId="425465848">
    <w:abstractNumId w:val="2"/>
  </w:num>
  <w:num w:numId="3" w16cid:durableId="819615611">
    <w:abstractNumId w:val="4"/>
  </w:num>
  <w:num w:numId="4" w16cid:durableId="604918626">
    <w:abstractNumId w:val="5"/>
  </w:num>
  <w:num w:numId="5" w16cid:durableId="1543395778">
    <w:abstractNumId w:val="3"/>
  </w:num>
  <w:num w:numId="6" w16cid:durableId="1884437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2VrZseLmN0IYKs8eQFXkfEVHRKwzhu32NT4hpu3LBQZQCUnvwn9a0PlvTFUDfw6AwapTqWFG7j77HmNgep1qQ==" w:salt="/WpsdsxziTpYgHD9sNJ4xg==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8D9"/>
    <w:rsid w:val="000003F1"/>
    <w:rsid w:val="00003755"/>
    <w:rsid w:val="00003BCB"/>
    <w:rsid w:val="00007819"/>
    <w:rsid w:val="00012987"/>
    <w:rsid w:val="00013E8F"/>
    <w:rsid w:val="00015CDC"/>
    <w:rsid w:val="00021A50"/>
    <w:rsid w:val="0002339C"/>
    <w:rsid w:val="0002518A"/>
    <w:rsid w:val="00026FE8"/>
    <w:rsid w:val="000270AB"/>
    <w:rsid w:val="00033D8D"/>
    <w:rsid w:val="00034462"/>
    <w:rsid w:val="00034EE8"/>
    <w:rsid w:val="0003504A"/>
    <w:rsid w:val="000361DC"/>
    <w:rsid w:val="00040AB4"/>
    <w:rsid w:val="00042446"/>
    <w:rsid w:val="00044836"/>
    <w:rsid w:val="0004612C"/>
    <w:rsid w:val="000479DF"/>
    <w:rsid w:val="0005188E"/>
    <w:rsid w:val="00051E5B"/>
    <w:rsid w:val="00056397"/>
    <w:rsid w:val="0006115A"/>
    <w:rsid w:val="00063A73"/>
    <w:rsid w:val="00073407"/>
    <w:rsid w:val="00075C0D"/>
    <w:rsid w:val="00076375"/>
    <w:rsid w:val="0007657B"/>
    <w:rsid w:val="00080DAA"/>
    <w:rsid w:val="00085CA7"/>
    <w:rsid w:val="00087326"/>
    <w:rsid w:val="000959A7"/>
    <w:rsid w:val="00095D16"/>
    <w:rsid w:val="000A176C"/>
    <w:rsid w:val="000A2600"/>
    <w:rsid w:val="000A2EDF"/>
    <w:rsid w:val="000A3EAA"/>
    <w:rsid w:val="000C2816"/>
    <w:rsid w:val="000C445E"/>
    <w:rsid w:val="000D05A0"/>
    <w:rsid w:val="000D24DA"/>
    <w:rsid w:val="000E1618"/>
    <w:rsid w:val="00101773"/>
    <w:rsid w:val="00104652"/>
    <w:rsid w:val="0011187F"/>
    <w:rsid w:val="00113323"/>
    <w:rsid w:val="0011697E"/>
    <w:rsid w:val="00116CD0"/>
    <w:rsid w:val="001173B6"/>
    <w:rsid w:val="00124B95"/>
    <w:rsid w:val="00133531"/>
    <w:rsid w:val="00136BE7"/>
    <w:rsid w:val="00142B14"/>
    <w:rsid w:val="001455A5"/>
    <w:rsid w:val="00152674"/>
    <w:rsid w:val="00152C82"/>
    <w:rsid w:val="0016762F"/>
    <w:rsid w:val="00172665"/>
    <w:rsid w:val="00175366"/>
    <w:rsid w:val="00175C3A"/>
    <w:rsid w:val="00180E70"/>
    <w:rsid w:val="00182BDC"/>
    <w:rsid w:val="00183825"/>
    <w:rsid w:val="00183C9D"/>
    <w:rsid w:val="00190F04"/>
    <w:rsid w:val="001943C3"/>
    <w:rsid w:val="00195E99"/>
    <w:rsid w:val="00197BEE"/>
    <w:rsid w:val="001A0F68"/>
    <w:rsid w:val="001A1288"/>
    <w:rsid w:val="001A49A2"/>
    <w:rsid w:val="001A62ED"/>
    <w:rsid w:val="001B2094"/>
    <w:rsid w:val="001B522F"/>
    <w:rsid w:val="001B5E4B"/>
    <w:rsid w:val="001C1B12"/>
    <w:rsid w:val="001C5296"/>
    <w:rsid w:val="001C6E8A"/>
    <w:rsid w:val="001C752D"/>
    <w:rsid w:val="001D1CC7"/>
    <w:rsid w:val="001D1FEF"/>
    <w:rsid w:val="001D33B8"/>
    <w:rsid w:val="001D5F78"/>
    <w:rsid w:val="001D6BD4"/>
    <w:rsid w:val="001D7B36"/>
    <w:rsid w:val="001E1534"/>
    <w:rsid w:val="001E1807"/>
    <w:rsid w:val="001F0711"/>
    <w:rsid w:val="001F0AD1"/>
    <w:rsid w:val="001F1CA3"/>
    <w:rsid w:val="001F5DB6"/>
    <w:rsid w:val="001F72FA"/>
    <w:rsid w:val="00204B5E"/>
    <w:rsid w:val="00205B9C"/>
    <w:rsid w:val="002100E9"/>
    <w:rsid w:val="002131F7"/>
    <w:rsid w:val="00216E4C"/>
    <w:rsid w:val="00220987"/>
    <w:rsid w:val="00221EE7"/>
    <w:rsid w:val="00224296"/>
    <w:rsid w:val="00230BEE"/>
    <w:rsid w:val="002343FD"/>
    <w:rsid w:val="0023606D"/>
    <w:rsid w:val="00241EA9"/>
    <w:rsid w:val="0024283E"/>
    <w:rsid w:val="0024476F"/>
    <w:rsid w:val="00247429"/>
    <w:rsid w:val="00247E62"/>
    <w:rsid w:val="002602AC"/>
    <w:rsid w:val="00266E26"/>
    <w:rsid w:val="00281E0B"/>
    <w:rsid w:val="00282DAE"/>
    <w:rsid w:val="00283426"/>
    <w:rsid w:val="002860E7"/>
    <w:rsid w:val="00286CAA"/>
    <w:rsid w:val="0029593B"/>
    <w:rsid w:val="002A69E3"/>
    <w:rsid w:val="002B0933"/>
    <w:rsid w:val="002B3FA0"/>
    <w:rsid w:val="002B558E"/>
    <w:rsid w:val="002B683A"/>
    <w:rsid w:val="002C09DC"/>
    <w:rsid w:val="002C1789"/>
    <w:rsid w:val="002C6CB7"/>
    <w:rsid w:val="002D230C"/>
    <w:rsid w:val="002D5DC9"/>
    <w:rsid w:val="002E13CF"/>
    <w:rsid w:val="002E3E4E"/>
    <w:rsid w:val="002E7C97"/>
    <w:rsid w:val="002E7F79"/>
    <w:rsid w:val="002F353F"/>
    <w:rsid w:val="002F505C"/>
    <w:rsid w:val="002F5B8B"/>
    <w:rsid w:val="003009DA"/>
    <w:rsid w:val="00305AF2"/>
    <w:rsid w:val="003063A4"/>
    <w:rsid w:val="00307642"/>
    <w:rsid w:val="00307FC2"/>
    <w:rsid w:val="00315C8F"/>
    <w:rsid w:val="00316B67"/>
    <w:rsid w:val="003178D8"/>
    <w:rsid w:val="00317E6A"/>
    <w:rsid w:val="0032319B"/>
    <w:rsid w:val="0032756E"/>
    <w:rsid w:val="00331ADA"/>
    <w:rsid w:val="00332D0B"/>
    <w:rsid w:val="00341011"/>
    <w:rsid w:val="00344EAB"/>
    <w:rsid w:val="00347842"/>
    <w:rsid w:val="00347A82"/>
    <w:rsid w:val="00347D33"/>
    <w:rsid w:val="00347FEE"/>
    <w:rsid w:val="00361D3C"/>
    <w:rsid w:val="00362523"/>
    <w:rsid w:val="00366DC0"/>
    <w:rsid w:val="0036754F"/>
    <w:rsid w:val="00374087"/>
    <w:rsid w:val="00376866"/>
    <w:rsid w:val="003773F1"/>
    <w:rsid w:val="003779B8"/>
    <w:rsid w:val="00381AE7"/>
    <w:rsid w:val="00382BA6"/>
    <w:rsid w:val="00385533"/>
    <w:rsid w:val="00387755"/>
    <w:rsid w:val="003929E9"/>
    <w:rsid w:val="00396A5E"/>
    <w:rsid w:val="003A0987"/>
    <w:rsid w:val="003A3BCD"/>
    <w:rsid w:val="003B431B"/>
    <w:rsid w:val="003C46D2"/>
    <w:rsid w:val="003D4391"/>
    <w:rsid w:val="003D452A"/>
    <w:rsid w:val="003D58B1"/>
    <w:rsid w:val="003E1DED"/>
    <w:rsid w:val="003E2798"/>
    <w:rsid w:val="003E3E3C"/>
    <w:rsid w:val="003E4322"/>
    <w:rsid w:val="003E4B4F"/>
    <w:rsid w:val="003E50F7"/>
    <w:rsid w:val="003F1F5D"/>
    <w:rsid w:val="00403434"/>
    <w:rsid w:val="004067D3"/>
    <w:rsid w:val="004071E9"/>
    <w:rsid w:val="00411F90"/>
    <w:rsid w:val="00412370"/>
    <w:rsid w:val="004214BD"/>
    <w:rsid w:val="00423ADB"/>
    <w:rsid w:val="00423D81"/>
    <w:rsid w:val="0043026F"/>
    <w:rsid w:val="00430857"/>
    <w:rsid w:val="00431EB4"/>
    <w:rsid w:val="00445171"/>
    <w:rsid w:val="0045099F"/>
    <w:rsid w:val="0045121A"/>
    <w:rsid w:val="00452331"/>
    <w:rsid w:val="004527DA"/>
    <w:rsid w:val="00457480"/>
    <w:rsid w:val="00461EFF"/>
    <w:rsid w:val="004627AB"/>
    <w:rsid w:val="0046700A"/>
    <w:rsid w:val="004731E9"/>
    <w:rsid w:val="004770AB"/>
    <w:rsid w:val="00480C6A"/>
    <w:rsid w:val="00487565"/>
    <w:rsid w:val="004875F6"/>
    <w:rsid w:val="00487748"/>
    <w:rsid w:val="00490EA9"/>
    <w:rsid w:val="004929EB"/>
    <w:rsid w:val="00494C96"/>
    <w:rsid w:val="004A40FE"/>
    <w:rsid w:val="004A6212"/>
    <w:rsid w:val="004A7A5F"/>
    <w:rsid w:val="004A7F55"/>
    <w:rsid w:val="004B4612"/>
    <w:rsid w:val="004C27C2"/>
    <w:rsid w:val="004C3F57"/>
    <w:rsid w:val="004C67AA"/>
    <w:rsid w:val="004D190F"/>
    <w:rsid w:val="004D768C"/>
    <w:rsid w:val="004E2FFB"/>
    <w:rsid w:val="004E3A01"/>
    <w:rsid w:val="004E3A9F"/>
    <w:rsid w:val="004E3DEB"/>
    <w:rsid w:val="004E5E77"/>
    <w:rsid w:val="004E61FA"/>
    <w:rsid w:val="004E759B"/>
    <w:rsid w:val="004F13B3"/>
    <w:rsid w:val="004F4204"/>
    <w:rsid w:val="004F61F8"/>
    <w:rsid w:val="00502ED9"/>
    <w:rsid w:val="00503152"/>
    <w:rsid w:val="00503832"/>
    <w:rsid w:val="00504744"/>
    <w:rsid w:val="00504A50"/>
    <w:rsid w:val="005134DA"/>
    <w:rsid w:val="0053170F"/>
    <w:rsid w:val="005321DF"/>
    <w:rsid w:val="005368B5"/>
    <w:rsid w:val="0054732C"/>
    <w:rsid w:val="0055510C"/>
    <w:rsid w:val="005569E3"/>
    <w:rsid w:val="005579E6"/>
    <w:rsid w:val="00557FDB"/>
    <w:rsid w:val="00560679"/>
    <w:rsid w:val="005609A7"/>
    <w:rsid w:val="00563BE8"/>
    <w:rsid w:val="005653F5"/>
    <w:rsid w:val="00566D21"/>
    <w:rsid w:val="00574DAE"/>
    <w:rsid w:val="00580A3E"/>
    <w:rsid w:val="00587CE3"/>
    <w:rsid w:val="00595420"/>
    <w:rsid w:val="005A1EB6"/>
    <w:rsid w:val="005A4201"/>
    <w:rsid w:val="005A6699"/>
    <w:rsid w:val="005B1E6F"/>
    <w:rsid w:val="005B4BFD"/>
    <w:rsid w:val="005B5618"/>
    <w:rsid w:val="005B630C"/>
    <w:rsid w:val="005B7B07"/>
    <w:rsid w:val="005C73D4"/>
    <w:rsid w:val="005E24E7"/>
    <w:rsid w:val="005E6172"/>
    <w:rsid w:val="00600EC0"/>
    <w:rsid w:val="006037CA"/>
    <w:rsid w:val="00603C15"/>
    <w:rsid w:val="006073A2"/>
    <w:rsid w:val="00611BF5"/>
    <w:rsid w:val="00613BC8"/>
    <w:rsid w:val="00616400"/>
    <w:rsid w:val="00617D81"/>
    <w:rsid w:val="0062013E"/>
    <w:rsid w:val="00620224"/>
    <w:rsid w:val="00627E16"/>
    <w:rsid w:val="0063737E"/>
    <w:rsid w:val="0064002E"/>
    <w:rsid w:val="00640FC6"/>
    <w:rsid w:val="00642F20"/>
    <w:rsid w:val="00644DA0"/>
    <w:rsid w:val="00647BBF"/>
    <w:rsid w:val="00650BF6"/>
    <w:rsid w:val="006538DC"/>
    <w:rsid w:val="00654863"/>
    <w:rsid w:val="00662374"/>
    <w:rsid w:val="00670B37"/>
    <w:rsid w:val="00673301"/>
    <w:rsid w:val="00680B55"/>
    <w:rsid w:val="00681F47"/>
    <w:rsid w:val="00684ADA"/>
    <w:rsid w:val="006860E7"/>
    <w:rsid w:val="006905D1"/>
    <w:rsid w:val="00693061"/>
    <w:rsid w:val="006A4397"/>
    <w:rsid w:val="006A4AAA"/>
    <w:rsid w:val="006A4ED4"/>
    <w:rsid w:val="006A651F"/>
    <w:rsid w:val="006A6C0E"/>
    <w:rsid w:val="006B77B6"/>
    <w:rsid w:val="006C53E6"/>
    <w:rsid w:val="006C64AB"/>
    <w:rsid w:val="006C6B52"/>
    <w:rsid w:val="006C7698"/>
    <w:rsid w:val="006D3D11"/>
    <w:rsid w:val="006D4212"/>
    <w:rsid w:val="006D550E"/>
    <w:rsid w:val="006D6E91"/>
    <w:rsid w:val="006E3B09"/>
    <w:rsid w:val="006F58B7"/>
    <w:rsid w:val="007011BE"/>
    <w:rsid w:val="007028F9"/>
    <w:rsid w:val="00704203"/>
    <w:rsid w:val="00713CFC"/>
    <w:rsid w:val="00717A13"/>
    <w:rsid w:val="00717C5E"/>
    <w:rsid w:val="007202F7"/>
    <w:rsid w:val="00733C69"/>
    <w:rsid w:val="00734D75"/>
    <w:rsid w:val="007365CC"/>
    <w:rsid w:val="0075068D"/>
    <w:rsid w:val="0075091F"/>
    <w:rsid w:val="00750F6B"/>
    <w:rsid w:val="00767E28"/>
    <w:rsid w:val="00767E91"/>
    <w:rsid w:val="0077076A"/>
    <w:rsid w:val="00772673"/>
    <w:rsid w:val="007760C0"/>
    <w:rsid w:val="00776AC0"/>
    <w:rsid w:val="0077723B"/>
    <w:rsid w:val="0078000B"/>
    <w:rsid w:val="00783254"/>
    <w:rsid w:val="007833CA"/>
    <w:rsid w:val="00784813"/>
    <w:rsid w:val="00785929"/>
    <w:rsid w:val="0078631B"/>
    <w:rsid w:val="00792A80"/>
    <w:rsid w:val="00792E7D"/>
    <w:rsid w:val="007931A1"/>
    <w:rsid w:val="007931AB"/>
    <w:rsid w:val="0079540C"/>
    <w:rsid w:val="007A2900"/>
    <w:rsid w:val="007A5D3B"/>
    <w:rsid w:val="007B1D39"/>
    <w:rsid w:val="007B46B8"/>
    <w:rsid w:val="007B65A5"/>
    <w:rsid w:val="007C0474"/>
    <w:rsid w:val="007C197F"/>
    <w:rsid w:val="007D445B"/>
    <w:rsid w:val="007D44C2"/>
    <w:rsid w:val="007F0B23"/>
    <w:rsid w:val="007F2C55"/>
    <w:rsid w:val="00801CE1"/>
    <w:rsid w:val="00810A12"/>
    <w:rsid w:val="00811EE6"/>
    <w:rsid w:val="00814B59"/>
    <w:rsid w:val="008150F6"/>
    <w:rsid w:val="00820C4D"/>
    <w:rsid w:val="00820E80"/>
    <w:rsid w:val="00834599"/>
    <w:rsid w:val="00835499"/>
    <w:rsid w:val="00843F21"/>
    <w:rsid w:val="00845468"/>
    <w:rsid w:val="00850C5D"/>
    <w:rsid w:val="00853EB1"/>
    <w:rsid w:val="00860AF8"/>
    <w:rsid w:val="008633DC"/>
    <w:rsid w:val="00865267"/>
    <w:rsid w:val="00866A7E"/>
    <w:rsid w:val="00867C37"/>
    <w:rsid w:val="00883395"/>
    <w:rsid w:val="008839B9"/>
    <w:rsid w:val="008933FA"/>
    <w:rsid w:val="00897A21"/>
    <w:rsid w:val="008A3D65"/>
    <w:rsid w:val="008A46D6"/>
    <w:rsid w:val="008B27BA"/>
    <w:rsid w:val="008B55DA"/>
    <w:rsid w:val="008B7C2B"/>
    <w:rsid w:val="008C09B6"/>
    <w:rsid w:val="008C0B80"/>
    <w:rsid w:val="008C16EB"/>
    <w:rsid w:val="008C18F7"/>
    <w:rsid w:val="008C7804"/>
    <w:rsid w:val="008C7837"/>
    <w:rsid w:val="008D18C8"/>
    <w:rsid w:val="008D3DA5"/>
    <w:rsid w:val="008D60EF"/>
    <w:rsid w:val="008E795F"/>
    <w:rsid w:val="008F20BE"/>
    <w:rsid w:val="008F2702"/>
    <w:rsid w:val="008F31FA"/>
    <w:rsid w:val="00902C2A"/>
    <w:rsid w:val="00904BC6"/>
    <w:rsid w:val="00906437"/>
    <w:rsid w:val="0090662B"/>
    <w:rsid w:val="0092006E"/>
    <w:rsid w:val="00925100"/>
    <w:rsid w:val="00932652"/>
    <w:rsid w:val="009338F1"/>
    <w:rsid w:val="009478D7"/>
    <w:rsid w:val="00947CA0"/>
    <w:rsid w:val="009518D9"/>
    <w:rsid w:val="00952190"/>
    <w:rsid w:val="00955EDC"/>
    <w:rsid w:val="00956750"/>
    <w:rsid w:val="00957F2E"/>
    <w:rsid w:val="009729FC"/>
    <w:rsid w:val="0097419C"/>
    <w:rsid w:val="00982005"/>
    <w:rsid w:val="0098260F"/>
    <w:rsid w:val="00991D81"/>
    <w:rsid w:val="00991E15"/>
    <w:rsid w:val="009930F1"/>
    <w:rsid w:val="0099355D"/>
    <w:rsid w:val="00996AF2"/>
    <w:rsid w:val="009A5E82"/>
    <w:rsid w:val="009B2DCE"/>
    <w:rsid w:val="009B45AC"/>
    <w:rsid w:val="009C082D"/>
    <w:rsid w:val="009C2DA4"/>
    <w:rsid w:val="009C2E34"/>
    <w:rsid w:val="009C48C6"/>
    <w:rsid w:val="009C5410"/>
    <w:rsid w:val="009C628A"/>
    <w:rsid w:val="009C7878"/>
    <w:rsid w:val="009D0E1C"/>
    <w:rsid w:val="009D278D"/>
    <w:rsid w:val="009D436E"/>
    <w:rsid w:val="009E2EE6"/>
    <w:rsid w:val="009E49E0"/>
    <w:rsid w:val="009E65DC"/>
    <w:rsid w:val="009F29A0"/>
    <w:rsid w:val="009F619F"/>
    <w:rsid w:val="009F7613"/>
    <w:rsid w:val="00A001FA"/>
    <w:rsid w:val="00A0276E"/>
    <w:rsid w:val="00A07A7E"/>
    <w:rsid w:val="00A105C6"/>
    <w:rsid w:val="00A11285"/>
    <w:rsid w:val="00A13DCC"/>
    <w:rsid w:val="00A149AE"/>
    <w:rsid w:val="00A17258"/>
    <w:rsid w:val="00A21A80"/>
    <w:rsid w:val="00A21BC5"/>
    <w:rsid w:val="00A22DD6"/>
    <w:rsid w:val="00A23BE3"/>
    <w:rsid w:val="00A263C3"/>
    <w:rsid w:val="00A31BC1"/>
    <w:rsid w:val="00A32EF4"/>
    <w:rsid w:val="00A37995"/>
    <w:rsid w:val="00A37D50"/>
    <w:rsid w:val="00A4002A"/>
    <w:rsid w:val="00A4045C"/>
    <w:rsid w:val="00A45582"/>
    <w:rsid w:val="00A64AB4"/>
    <w:rsid w:val="00A672C5"/>
    <w:rsid w:val="00A71018"/>
    <w:rsid w:val="00A71FC7"/>
    <w:rsid w:val="00A80068"/>
    <w:rsid w:val="00A824A8"/>
    <w:rsid w:val="00A84329"/>
    <w:rsid w:val="00A904E4"/>
    <w:rsid w:val="00A931F1"/>
    <w:rsid w:val="00AA1D11"/>
    <w:rsid w:val="00AB5450"/>
    <w:rsid w:val="00AC4804"/>
    <w:rsid w:val="00AC50A8"/>
    <w:rsid w:val="00AC63AA"/>
    <w:rsid w:val="00AD0FD0"/>
    <w:rsid w:val="00AD5A73"/>
    <w:rsid w:val="00AF023D"/>
    <w:rsid w:val="00AF2A2A"/>
    <w:rsid w:val="00AF6158"/>
    <w:rsid w:val="00B0040A"/>
    <w:rsid w:val="00B02BB7"/>
    <w:rsid w:val="00B0437E"/>
    <w:rsid w:val="00B04D0D"/>
    <w:rsid w:val="00B1475F"/>
    <w:rsid w:val="00B20574"/>
    <w:rsid w:val="00B23DB5"/>
    <w:rsid w:val="00B31748"/>
    <w:rsid w:val="00B41286"/>
    <w:rsid w:val="00B419CE"/>
    <w:rsid w:val="00B478BC"/>
    <w:rsid w:val="00B517BE"/>
    <w:rsid w:val="00B53100"/>
    <w:rsid w:val="00B55488"/>
    <w:rsid w:val="00B62D0D"/>
    <w:rsid w:val="00B63CED"/>
    <w:rsid w:val="00B6405F"/>
    <w:rsid w:val="00B64A7F"/>
    <w:rsid w:val="00B714D7"/>
    <w:rsid w:val="00B72F97"/>
    <w:rsid w:val="00B73C95"/>
    <w:rsid w:val="00B8049E"/>
    <w:rsid w:val="00B90656"/>
    <w:rsid w:val="00B95893"/>
    <w:rsid w:val="00B961B5"/>
    <w:rsid w:val="00B9743D"/>
    <w:rsid w:val="00BA2513"/>
    <w:rsid w:val="00BA3DD0"/>
    <w:rsid w:val="00BA4C87"/>
    <w:rsid w:val="00BA71DC"/>
    <w:rsid w:val="00BA7DC4"/>
    <w:rsid w:val="00BB636C"/>
    <w:rsid w:val="00BB6E06"/>
    <w:rsid w:val="00BB6E0E"/>
    <w:rsid w:val="00BC0E62"/>
    <w:rsid w:val="00BC0EC8"/>
    <w:rsid w:val="00BD0BAF"/>
    <w:rsid w:val="00BD2570"/>
    <w:rsid w:val="00BD31B2"/>
    <w:rsid w:val="00BD31BA"/>
    <w:rsid w:val="00BD6F4B"/>
    <w:rsid w:val="00BD708D"/>
    <w:rsid w:val="00C03DEF"/>
    <w:rsid w:val="00C052DB"/>
    <w:rsid w:val="00C0539B"/>
    <w:rsid w:val="00C10DEE"/>
    <w:rsid w:val="00C165DF"/>
    <w:rsid w:val="00C1766A"/>
    <w:rsid w:val="00C17A12"/>
    <w:rsid w:val="00C20ED0"/>
    <w:rsid w:val="00C250A6"/>
    <w:rsid w:val="00C31B41"/>
    <w:rsid w:val="00C33A4C"/>
    <w:rsid w:val="00C40476"/>
    <w:rsid w:val="00C445D5"/>
    <w:rsid w:val="00C44D61"/>
    <w:rsid w:val="00C539AB"/>
    <w:rsid w:val="00C543D9"/>
    <w:rsid w:val="00C5524A"/>
    <w:rsid w:val="00C55B93"/>
    <w:rsid w:val="00C5668F"/>
    <w:rsid w:val="00C57195"/>
    <w:rsid w:val="00C60B97"/>
    <w:rsid w:val="00C63B91"/>
    <w:rsid w:val="00C655FC"/>
    <w:rsid w:val="00C709FA"/>
    <w:rsid w:val="00C71091"/>
    <w:rsid w:val="00C731F0"/>
    <w:rsid w:val="00C755BC"/>
    <w:rsid w:val="00C75CCE"/>
    <w:rsid w:val="00C77A6E"/>
    <w:rsid w:val="00C90C58"/>
    <w:rsid w:val="00C91D40"/>
    <w:rsid w:val="00C91F19"/>
    <w:rsid w:val="00C96ACB"/>
    <w:rsid w:val="00C96E86"/>
    <w:rsid w:val="00C97096"/>
    <w:rsid w:val="00CA047E"/>
    <w:rsid w:val="00CA3A41"/>
    <w:rsid w:val="00CA79FA"/>
    <w:rsid w:val="00CA7E6D"/>
    <w:rsid w:val="00CB1136"/>
    <w:rsid w:val="00CB3CE7"/>
    <w:rsid w:val="00CB4A69"/>
    <w:rsid w:val="00CB56D5"/>
    <w:rsid w:val="00CB5C0B"/>
    <w:rsid w:val="00CB5C7E"/>
    <w:rsid w:val="00CC358B"/>
    <w:rsid w:val="00CC45B5"/>
    <w:rsid w:val="00CC66B8"/>
    <w:rsid w:val="00CD397E"/>
    <w:rsid w:val="00CD701B"/>
    <w:rsid w:val="00CD7AFE"/>
    <w:rsid w:val="00CE7B86"/>
    <w:rsid w:val="00CF371E"/>
    <w:rsid w:val="00D00A33"/>
    <w:rsid w:val="00D1163F"/>
    <w:rsid w:val="00D2575F"/>
    <w:rsid w:val="00D273A2"/>
    <w:rsid w:val="00D27F44"/>
    <w:rsid w:val="00D30D55"/>
    <w:rsid w:val="00D3730F"/>
    <w:rsid w:val="00D40D57"/>
    <w:rsid w:val="00D44FF6"/>
    <w:rsid w:val="00D51F0A"/>
    <w:rsid w:val="00D52AA7"/>
    <w:rsid w:val="00D52DB4"/>
    <w:rsid w:val="00D5730F"/>
    <w:rsid w:val="00D608E7"/>
    <w:rsid w:val="00D634F7"/>
    <w:rsid w:val="00D64785"/>
    <w:rsid w:val="00D675DF"/>
    <w:rsid w:val="00D70B5F"/>
    <w:rsid w:val="00D76DAF"/>
    <w:rsid w:val="00D77010"/>
    <w:rsid w:val="00D77036"/>
    <w:rsid w:val="00D77335"/>
    <w:rsid w:val="00D815EE"/>
    <w:rsid w:val="00D81DE2"/>
    <w:rsid w:val="00D81F5E"/>
    <w:rsid w:val="00D838F9"/>
    <w:rsid w:val="00D85DC5"/>
    <w:rsid w:val="00D873F7"/>
    <w:rsid w:val="00D94ADA"/>
    <w:rsid w:val="00D97A8B"/>
    <w:rsid w:val="00DA0724"/>
    <w:rsid w:val="00DB580C"/>
    <w:rsid w:val="00DB7339"/>
    <w:rsid w:val="00DC3130"/>
    <w:rsid w:val="00DD22F4"/>
    <w:rsid w:val="00DD50ED"/>
    <w:rsid w:val="00DD5937"/>
    <w:rsid w:val="00DD67C9"/>
    <w:rsid w:val="00DE5D9F"/>
    <w:rsid w:val="00DE5F5C"/>
    <w:rsid w:val="00DF24B6"/>
    <w:rsid w:val="00DF79FA"/>
    <w:rsid w:val="00E043D1"/>
    <w:rsid w:val="00E12AC5"/>
    <w:rsid w:val="00E2540B"/>
    <w:rsid w:val="00E32BA4"/>
    <w:rsid w:val="00E337E0"/>
    <w:rsid w:val="00E43791"/>
    <w:rsid w:val="00E44283"/>
    <w:rsid w:val="00E46BDD"/>
    <w:rsid w:val="00E46E46"/>
    <w:rsid w:val="00E50B61"/>
    <w:rsid w:val="00E50B7F"/>
    <w:rsid w:val="00E5254D"/>
    <w:rsid w:val="00E539CA"/>
    <w:rsid w:val="00E55008"/>
    <w:rsid w:val="00E551A4"/>
    <w:rsid w:val="00E565F6"/>
    <w:rsid w:val="00E618A7"/>
    <w:rsid w:val="00E645D7"/>
    <w:rsid w:val="00E66225"/>
    <w:rsid w:val="00E71E4E"/>
    <w:rsid w:val="00E733F7"/>
    <w:rsid w:val="00E763CB"/>
    <w:rsid w:val="00E765D7"/>
    <w:rsid w:val="00E81EDD"/>
    <w:rsid w:val="00E86E0D"/>
    <w:rsid w:val="00E91B84"/>
    <w:rsid w:val="00E93A0D"/>
    <w:rsid w:val="00E93F36"/>
    <w:rsid w:val="00E96A92"/>
    <w:rsid w:val="00EA0CBD"/>
    <w:rsid w:val="00EA11E7"/>
    <w:rsid w:val="00EA26F6"/>
    <w:rsid w:val="00EB5A94"/>
    <w:rsid w:val="00EB7BAE"/>
    <w:rsid w:val="00EC253D"/>
    <w:rsid w:val="00EC3763"/>
    <w:rsid w:val="00EC6355"/>
    <w:rsid w:val="00EC68F9"/>
    <w:rsid w:val="00EC70CF"/>
    <w:rsid w:val="00EC71D7"/>
    <w:rsid w:val="00EE31C5"/>
    <w:rsid w:val="00EE7196"/>
    <w:rsid w:val="00EE7377"/>
    <w:rsid w:val="00EF0968"/>
    <w:rsid w:val="00EF14B3"/>
    <w:rsid w:val="00F116E4"/>
    <w:rsid w:val="00F12066"/>
    <w:rsid w:val="00F15F84"/>
    <w:rsid w:val="00F179BE"/>
    <w:rsid w:val="00F20EC3"/>
    <w:rsid w:val="00F30198"/>
    <w:rsid w:val="00F335FB"/>
    <w:rsid w:val="00F34961"/>
    <w:rsid w:val="00F3669A"/>
    <w:rsid w:val="00F40E0B"/>
    <w:rsid w:val="00F43D0B"/>
    <w:rsid w:val="00F4570E"/>
    <w:rsid w:val="00F5426D"/>
    <w:rsid w:val="00F562AD"/>
    <w:rsid w:val="00F56951"/>
    <w:rsid w:val="00F62D0F"/>
    <w:rsid w:val="00F6322E"/>
    <w:rsid w:val="00F65767"/>
    <w:rsid w:val="00F675A2"/>
    <w:rsid w:val="00F72466"/>
    <w:rsid w:val="00F82BFC"/>
    <w:rsid w:val="00F85FC0"/>
    <w:rsid w:val="00F8629D"/>
    <w:rsid w:val="00FA7981"/>
    <w:rsid w:val="00FA7FBE"/>
    <w:rsid w:val="00FB0CFE"/>
    <w:rsid w:val="00FB5671"/>
    <w:rsid w:val="00FC74EA"/>
    <w:rsid w:val="00FC7CDE"/>
    <w:rsid w:val="00FD2B51"/>
    <w:rsid w:val="00FD53EB"/>
    <w:rsid w:val="00FD7929"/>
    <w:rsid w:val="00FE338B"/>
    <w:rsid w:val="00FE5D85"/>
    <w:rsid w:val="00FF1739"/>
    <w:rsid w:val="00FF2844"/>
    <w:rsid w:val="00FF457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D98D2"/>
  <w15:docId w15:val="{7B70BDED-0C67-440B-8186-9BA78BF9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  <w:style w:type="paragraph" w:styleId="Betarp">
    <w:name w:val="No Spacing"/>
    <w:uiPriority w:val="1"/>
    <w:qFormat/>
    <w:rsid w:val="001A0F6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8DBB-9497-494E-A2F7-D732D8F8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643</Words>
  <Characters>368</Characters>
  <Application>Microsoft Office Word</Application>
  <DocSecurity>8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1009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Sandra Vilė</cp:lastModifiedBy>
  <cp:revision>1</cp:revision>
  <cp:lastPrinted>2021-03-02T13:08:00Z</cp:lastPrinted>
  <dcterms:created xsi:type="dcterms:W3CDTF">2024-12-13T07:16:00Z</dcterms:created>
  <dcterms:modified xsi:type="dcterms:W3CDTF">2024-12-13T07:16:00Z</dcterms:modified>
</cp:coreProperties>
</file>